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B93" w:rsidRPr="00B45F4E" w:rsidRDefault="009B5B93" w:rsidP="00B45F4E">
      <w:r w:rsidRPr="00B45F4E">
        <w:br/>
      </w:r>
      <w:r w:rsidRPr="00B45F4E">
        <w:rPr>
          <w:rFonts w:hint="eastAsia"/>
        </w:rPr>
        <w:t xml:space="preserve">　　地点：　青训营男频官方作者群</w:t>
      </w:r>
      <w:r w:rsidRPr="00B45F4E">
        <w:br/>
      </w:r>
      <w:r w:rsidRPr="00B45F4E">
        <w:br/>
      </w:r>
      <w:r w:rsidRPr="00B45F4E">
        <w:rPr>
          <w:rFonts w:hint="eastAsia"/>
        </w:rPr>
        <w:t xml:space="preserve">　　主讲编辑介绍：</w:t>
      </w:r>
      <w:r w:rsidRPr="00B45F4E">
        <w:br/>
      </w:r>
      <w:r w:rsidRPr="00B45F4E">
        <w:br/>
      </w:r>
      <w:r w:rsidRPr="00B45F4E">
        <w:rPr>
          <w:rFonts w:hint="eastAsia"/>
        </w:rPr>
        <w:t xml:space="preserve">　　昵称，夏天，</w:t>
      </w:r>
      <w:r w:rsidRPr="00B45F4E">
        <w:t>17K</w:t>
      </w:r>
      <w:r w:rsidRPr="00B45F4E">
        <w:rPr>
          <w:rFonts w:hint="eastAsia"/>
        </w:rPr>
        <w:t>男频签约编辑。网文骨灰级读者、资深作者，大学时期开始开办校园租书店，一年半时间看完店里</w:t>
      </w:r>
      <w:r w:rsidRPr="00B45F4E">
        <w:t>500</w:t>
      </w:r>
      <w:r w:rsidRPr="00B45F4E">
        <w:rPr>
          <w:rFonts w:hint="eastAsia"/>
        </w:rPr>
        <w:t>余本最早期的各种小说。</w:t>
      </w:r>
      <w:r w:rsidRPr="00B45F4E">
        <w:t>2008</w:t>
      </w:r>
      <w:r w:rsidRPr="00B45F4E">
        <w:rPr>
          <w:rFonts w:hint="eastAsia"/>
        </w:rPr>
        <w:t>年从事网文创作，累积创作近千万字。极为熟悉咱们这帮写手的成长轨迹。他的口头语是：网文作者写</w:t>
      </w:r>
      <w:r w:rsidRPr="00B45F4E">
        <w:t>300</w:t>
      </w:r>
      <w:r w:rsidRPr="00B45F4E">
        <w:rPr>
          <w:rFonts w:hint="eastAsia"/>
        </w:rPr>
        <w:t>万字才叫入门。</w:t>
      </w:r>
      <w:r w:rsidRPr="00B45F4E">
        <w:br/>
      </w:r>
      <w:r w:rsidRPr="00B45F4E">
        <w:br/>
      </w:r>
      <w:r w:rsidRPr="00B45F4E">
        <w:rPr>
          <w:rFonts w:hint="eastAsia"/>
        </w:rPr>
        <w:t xml:space="preserve">　　他的签约指导风格：签约指导风格：敏锐，严厉，关怀。</w:t>
      </w:r>
      <w:r w:rsidRPr="00B45F4E">
        <w:br/>
      </w:r>
      <w:r w:rsidRPr="00B45F4E">
        <w:br/>
      </w:r>
      <w:r w:rsidRPr="00B45F4E">
        <w:rPr>
          <w:rFonts w:hint="eastAsia"/>
        </w:rPr>
        <w:t xml:space="preserve">　　夏天编辑本站签约的代表作品有：</w:t>
      </w:r>
      <w:r w:rsidRPr="00B45F4E">
        <w:br/>
      </w:r>
      <w:r w:rsidRPr="00B45F4E">
        <w:br/>
      </w:r>
      <w:r w:rsidRPr="00B45F4E">
        <w:rPr>
          <w:rFonts w:hint="eastAsia"/>
        </w:rPr>
        <w:t xml:space="preserve">　　《重生之超级富二代》</w:t>
      </w:r>
      <w:r w:rsidRPr="00B45F4E">
        <w:br/>
      </w:r>
      <w:r w:rsidRPr="00B45F4E">
        <w:br/>
      </w:r>
      <w:r w:rsidRPr="00B45F4E">
        <w:rPr>
          <w:rFonts w:hint="eastAsia"/>
        </w:rPr>
        <w:t xml:space="preserve">　　《乾哥传奇》</w:t>
      </w:r>
      <w:r w:rsidRPr="00B45F4E">
        <w:br/>
      </w:r>
      <w:r w:rsidRPr="00B45F4E">
        <w:br/>
      </w:r>
      <w:r w:rsidRPr="00B45F4E">
        <w:rPr>
          <w:rFonts w:hint="eastAsia"/>
        </w:rPr>
        <w:t xml:space="preserve">　　《特种教师》</w:t>
      </w:r>
      <w:r w:rsidRPr="00B45F4E">
        <w:br/>
      </w:r>
      <w:r w:rsidRPr="00B45F4E">
        <w:br/>
      </w:r>
      <w:r w:rsidRPr="00B45F4E">
        <w:rPr>
          <w:rFonts w:hint="eastAsia"/>
        </w:rPr>
        <w:t xml:space="preserve">　　《极品仙妻爱上我》</w:t>
      </w:r>
      <w:r w:rsidRPr="00B45F4E">
        <w:br/>
      </w:r>
      <w:r w:rsidRPr="00B45F4E">
        <w:br/>
      </w:r>
      <w:r w:rsidRPr="00B45F4E">
        <w:rPr>
          <w:rFonts w:hint="eastAsia"/>
        </w:rPr>
        <w:t xml:space="preserve">　　《官翔》等一批在网络上比较受读者喜爱的作品。</w:t>
      </w:r>
      <w:r w:rsidRPr="00B45F4E">
        <w:br/>
      </w:r>
      <w:r w:rsidRPr="00B45F4E">
        <w:br/>
      </w:r>
      <w:r w:rsidRPr="00B45F4E">
        <w:rPr>
          <w:rFonts w:hint="eastAsia"/>
        </w:rPr>
        <w:t xml:space="preserve">　　讲课内容：</w:t>
      </w:r>
      <w:r w:rsidRPr="00B45F4E">
        <w:br/>
      </w:r>
      <w:r w:rsidRPr="00B45F4E">
        <w:br/>
      </w:r>
      <w:r w:rsidRPr="00B45F4E">
        <w:rPr>
          <w:rFonts w:hint="eastAsia"/>
        </w:rPr>
        <w:t xml:space="preserve">　　今天的课题是网文之中应该如何处理细节问题。</w:t>
      </w:r>
      <w:r w:rsidRPr="00B45F4E">
        <w:br/>
      </w:r>
      <w:r w:rsidRPr="00B45F4E">
        <w:br/>
      </w:r>
      <w:r w:rsidRPr="00B45F4E">
        <w:rPr>
          <w:rFonts w:hint="eastAsia"/>
        </w:rPr>
        <w:t xml:space="preserve">　　在正式开课之前先简要总结一下酒徒大大之前讲课时没有提到的东西，就是针对新作者需要注重的作品基本内容。</w:t>
      </w:r>
      <w:r w:rsidRPr="00B45F4E">
        <w:br/>
      </w:r>
      <w:r w:rsidRPr="00B45F4E">
        <w:br/>
      </w:r>
      <w:r w:rsidRPr="00B45F4E">
        <w:rPr>
          <w:rFonts w:hint="eastAsia"/>
        </w:rPr>
        <w:t xml:space="preserve">　　这些问题与大家创作的内容本身关系不大，更主要的意义在于辅助，包装作品，让大家的作品可以有更好的成绩。</w:t>
      </w:r>
      <w:r w:rsidRPr="00B45F4E">
        <w:br/>
      </w:r>
      <w:r w:rsidRPr="00B45F4E">
        <w:br/>
      </w:r>
      <w:r w:rsidRPr="00B45F4E">
        <w:rPr>
          <w:rFonts w:hint="eastAsia"/>
        </w:rPr>
        <w:t xml:space="preserve">　　首先，人靠衣装。虽说一个书最后能不能使读者付费，是要看你写到</w:t>
      </w:r>
      <w:r w:rsidRPr="00B45F4E">
        <w:t>30</w:t>
      </w:r>
      <w:r w:rsidRPr="00B45F4E">
        <w:rPr>
          <w:rFonts w:hint="eastAsia"/>
        </w:rPr>
        <w:t>万字书还能不能保持吸引力，归根结底来说，是你的内容水平。但是你订阅多少，还是有其他的外部条件辅助提升的，那就是外部包装，这个一个营销型的社会，大伙都需要包装自己，也需要学会包装自己的文。</w:t>
      </w:r>
      <w:r w:rsidRPr="00B45F4E">
        <w:br/>
      </w:r>
      <w:r w:rsidRPr="00B45F4E">
        <w:br/>
      </w:r>
      <w:r w:rsidRPr="00B45F4E">
        <w:rPr>
          <w:rFonts w:hint="eastAsia"/>
        </w:rPr>
        <w:t xml:space="preserve">　　好的书名，简介，封面，整洁的章节列表，书评区，这些东西都是决定一个书能否有好成绩的关键因素。</w:t>
      </w:r>
      <w:r w:rsidRPr="00B45F4E">
        <w:br/>
      </w:r>
      <w:r w:rsidRPr="00B45F4E">
        <w:br/>
      </w:r>
      <w:r w:rsidRPr="00B45F4E">
        <w:rPr>
          <w:rFonts w:hint="eastAsia"/>
        </w:rPr>
        <w:t xml:space="preserve">　　其实所有这些东西的核心就一点，让进入书页的读者觉得你的书是好书，从而留下来看，不要给人一种第一印象，这书一定很烂。</w:t>
      </w:r>
      <w:r w:rsidRPr="00B45F4E">
        <w:br/>
      </w:r>
      <w:r w:rsidRPr="00B45F4E">
        <w:br/>
      </w:r>
      <w:r w:rsidRPr="00B45F4E">
        <w:rPr>
          <w:rFonts w:hint="eastAsia"/>
        </w:rPr>
        <w:t xml:space="preserve">　　所以，作者要学会取一个有吸引力的书名，需要一个简介有冲击力的简介，需要一个精致的封面，需要整齐的章节排布，需要有序的书评区。</w:t>
      </w:r>
      <w:r w:rsidRPr="00B45F4E">
        <w:br/>
      </w:r>
      <w:r w:rsidRPr="00B45F4E">
        <w:br/>
      </w:r>
      <w:r w:rsidRPr="00B45F4E">
        <w:rPr>
          <w:rFonts w:hint="eastAsia"/>
        </w:rPr>
        <w:t xml:space="preserve">　　外部而言，以上五点就是大家最需要关注的了。</w:t>
      </w:r>
      <w:r w:rsidRPr="00B45F4E">
        <w:br/>
      </w:r>
      <w:r w:rsidRPr="00B45F4E">
        <w:br/>
      </w:r>
      <w:r w:rsidRPr="00B45F4E">
        <w:rPr>
          <w:rFonts w:hint="eastAsia"/>
        </w:rPr>
        <w:t xml:space="preserve">　　首先是书名问题。</w:t>
      </w:r>
      <w:r w:rsidRPr="00B45F4E">
        <w:br/>
      </w:r>
      <w:r w:rsidRPr="00B45F4E">
        <w:br/>
      </w:r>
      <w:r w:rsidRPr="00B45F4E">
        <w:rPr>
          <w:rFonts w:hint="eastAsia"/>
        </w:rPr>
        <w:t xml:space="preserve">　　书名：看看那些通俗的火书都是什么样的名字，简洁，直达书本含义，容易理解。如战皇，杀手房东俏房客，网游之天下无敌等。</w:t>
      </w:r>
      <w:r w:rsidRPr="00B45F4E">
        <w:br/>
      </w:r>
      <w:r w:rsidRPr="00B45F4E">
        <w:br/>
      </w:r>
      <w:r w:rsidRPr="00B45F4E">
        <w:rPr>
          <w:rFonts w:hint="eastAsia"/>
        </w:rPr>
        <w:t xml:space="preserve">　　这里举一个简单的例子，我之前签约的一本书。</w:t>
      </w:r>
      <w:r w:rsidRPr="00B45F4E">
        <w:br/>
      </w:r>
      <w:r w:rsidRPr="00B45F4E">
        <w:br/>
      </w:r>
      <w:r w:rsidRPr="00B45F4E">
        <w:rPr>
          <w:rFonts w:hint="eastAsia"/>
        </w:rPr>
        <w:t xml:space="preserve">　　历史频道的</w:t>
      </w:r>
      <w:r w:rsidRPr="00B45F4E">
        <w:br/>
      </w:r>
      <w:r w:rsidRPr="00B45F4E">
        <w:br/>
      </w:r>
      <w:r w:rsidRPr="00B45F4E">
        <w:rPr>
          <w:rFonts w:hint="eastAsia"/>
        </w:rPr>
        <w:t xml:space="preserve">　　原名叫《金戈铁马醉三国》</w:t>
      </w:r>
      <w:r w:rsidRPr="00B45F4E">
        <w:br/>
      </w:r>
      <w:r w:rsidRPr="00B45F4E">
        <w:br/>
      </w:r>
      <w:r w:rsidRPr="00B45F4E">
        <w:rPr>
          <w:rFonts w:hint="eastAsia"/>
        </w:rPr>
        <w:t xml:space="preserve">　　这个名字看起来偏文艺，不符合网文读者的阅读口味，所以成绩一直一般。</w:t>
      </w:r>
      <w:r w:rsidRPr="00B45F4E">
        <w:br/>
      </w:r>
      <w:r w:rsidRPr="00B45F4E">
        <w:br/>
      </w:r>
      <w:r w:rsidRPr="00B45F4E">
        <w:rPr>
          <w:rFonts w:hint="eastAsia"/>
        </w:rPr>
        <w:t xml:space="preserve">　　之后，我建议作者更名为《回到三国的无敌特种兵》，然后书的成绩一路上扬，现在已经稳定在了全站订阅前</w:t>
      </w:r>
      <w:r w:rsidRPr="00B45F4E">
        <w:t>50</w:t>
      </w:r>
      <w:r w:rsidRPr="00B45F4E">
        <w:rPr>
          <w:rFonts w:hint="eastAsia"/>
        </w:rPr>
        <w:t>。上个月的新书上架也拿下了第</w:t>
      </w:r>
      <w:r w:rsidRPr="00B45F4E">
        <w:t>8</w:t>
      </w:r>
      <w:r w:rsidRPr="00B45F4E">
        <w:rPr>
          <w:rFonts w:hint="eastAsia"/>
        </w:rPr>
        <w:t>的好成绩。</w:t>
      </w:r>
      <w:r w:rsidRPr="00B45F4E">
        <w:br/>
      </w:r>
      <w:r w:rsidRPr="00B45F4E">
        <w:br/>
      </w:r>
      <w:r w:rsidRPr="00B45F4E">
        <w:rPr>
          <w:rFonts w:hint="eastAsia"/>
        </w:rPr>
        <w:t xml:space="preserve">　　另外一个例子是一本叫魔力小仙妻的书。</w:t>
      </w:r>
      <w:r w:rsidRPr="00B45F4E">
        <w:br/>
      </w:r>
      <w:r w:rsidRPr="00B45F4E">
        <w:br/>
      </w:r>
      <w:r w:rsidRPr="00B45F4E">
        <w:rPr>
          <w:rFonts w:hint="eastAsia"/>
        </w:rPr>
        <w:t xml:space="preserve">　　之前，魔力小仙妻成绩一直不太好。</w:t>
      </w:r>
      <w:r w:rsidRPr="00B45F4E">
        <w:br/>
      </w:r>
      <w:r w:rsidRPr="00B45F4E">
        <w:br/>
      </w:r>
      <w:r w:rsidRPr="00B45F4E">
        <w:rPr>
          <w:rFonts w:hint="eastAsia"/>
        </w:rPr>
        <w:t xml:space="preserve">　　后来，我帮作者更名为，极品仙妻爱上我。</w:t>
      </w:r>
      <w:r w:rsidRPr="00B45F4E">
        <w:br/>
      </w:r>
      <w:r w:rsidRPr="00B45F4E">
        <w:br/>
      </w:r>
      <w:r w:rsidRPr="00B45F4E">
        <w:rPr>
          <w:rFonts w:hint="eastAsia"/>
        </w:rPr>
        <w:t xml:space="preserve">　　有了这样有吸引力的名字，在加上作者的内容比较好，现在本书的成绩已经有望冲入全站订阅前</w:t>
      </w:r>
      <w:r w:rsidRPr="00B45F4E">
        <w:t>20.</w:t>
      </w:r>
      <w:r w:rsidRPr="00B45F4E">
        <w:br/>
      </w:r>
      <w:r w:rsidRPr="00B45F4E">
        <w:br/>
      </w:r>
      <w:r w:rsidRPr="00B45F4E">
        <w:rPr>
          <w:rFonts w:hint="eastAsia"/>
        </w:rPr>
        <w:t xml:space="preserve">　　新书上架月也拿下了第三名的好成绩。</w:t>
      </w:r>
      <w:r w:rsidRPr="00B45F4E">
        <w:br/>
      </w:r>
      <w:r w:rsidRPr="00B45F4E">
        <w:br/>
      </w:r>
      <w:r w:rsidRPr="00B45F4E">
        <w:rPr>
          <w:rFonts w:hint="eastAsia"/>
        </w:rPr>
        <w:t xml:space="preserve">　　由此可见，一个相对符合大众阅读口味的书名，对于一本书的成绩，还是有着关键作用的。</w:t>
      </w:r>
      <w:r w:rsidRPr="00B45F4E">
        <w:br/>
      </w:r>
      <w:r w:rsidRPr="00B45F4E">
        <w:br/>
      </w:r>
      <w:r w:rsidRPr="00B45F4E">
        <w:rPr>
          <w:rFonts w:hint="eastAsia"/>
        </w:rPr>
        <w:t xml:space="preserve">　　大家要学会为自己的作品取一个比较好的名字。</w:t>
      </w:r>
      <w:r w:rsidRPr="00B45F4E">
        <w:br/>
      </w:r>
      <w:r w:rsidRPr="00B45F4E">
        <w:br/>
      </w:r>
      <w:r w:rsidRPr="00B45F4E">
        <w:rPr>
          <w:rFonts w:hint="eastAsia"/>
        </w:rPr>
        <w:t xml:space="preserve">　　书名的问题到这里，下面，是简介问题。</w:t>
      </w:r>
      <w:r w:rsidRPr="00B45F4E">
        <w:br/>
      </w:r>
      <w:r w:rsidRPr="00B45F4E">
        <w:br/>
      </w:r>
      <w:r w:rsidRPr="00B45F4E">
        <w:rPr>
          <w:rFonts w:hint="eastAsia"/>
        </w:rPr>
        <w:t xml:space="preserve">　　简介，是一个读者到你的书页之后，最直观了解你创作内容的东西，这一点，也需要大家去重视。</w:t>
      </w:r>
      <w:r w:rsidRPr="00B45F4E">
        <w:br/>
      </w:r>
      <w:r w:rsidRPr="00B45F4E">
        <w:br/>
      </w:r>
      <w:r w:rsidRPr="00B45F4E">
        <w:rPr>
          <w:rFonts w:hint="eastAsia"/>
        </w:rPr>
        <w:t xml:space="preserve">　　大家可以去看看一些成熟作者的作品简介，简要的点出书的主要内容，同时不失吸引力。</w:t>
      </w:r>
      <w:r w:rsidRPr="00B45F4E">
        <w:br/>
      </w:r>
      <w:r w:rsidRPr="00B45F4E">
        <w:br/>
      </w:r>
      <w:r w:rsidRPr="00B45F4E">
        <w:rPr>
          <w:rFonts w:hint="eastAsia"/>
        </w:rPr>
        <w:t xml:space="preserve">　　简介例子：</w:t>
      </w:r>
      <w:r w:rsidRPr="00B45F4E">
        <w:br/>
      </w:r>
      <w:r w:rsidRPr="00B45F4E">
        <w:br/>
      </w:r>
      <w:r w:rsidRPr="00B45F4E">
        <w:rPr>
          <w:rFonts w:hint="eastAsia"/>
        </w:rPr>
        <w:t xml:space="preserve">　　当保镖的最高境界是泡上身为雇主的千金大</w:t>
      </w:r>
      <w:r w:rsidRPr="00B45F4E">
        <w:t>**</w:t>
      </w:r>
      <w:r w:rsidRPr="00B45F4E">
        <w:rPr>
          <w:rFonts w:hint="eastAsia"/>
        </w:rPr>
        <w:t>此内容屏蔽</w:t>
      </w:r>
      <w:r w:rsidRPr="00B45F4E">
        <w:t>**~</w:t>
      </w:r>
      <w:r w:rsidRPr="00B45F4E">
        <w:br/>
      </w:r>
      <w:r w:rsidRPr="00B45F4E">
        <w:br/>
      </w:r>
      <w:r w:rsidRPr="00B45F4E">
        <w:rPr>
          <w:rFonts w:hint="eastAsia"/>
        </w:rPr>
        <w:t xml:space="preserve">　　不被认可的边缘特工林泽被老上司安排给超级家族的大</w:t>
      </w:r>
      <w:r w:rsidRPr="00B45F4E">
        <w:t>**</w:t>
      </w:r>
      <w:r w:rsidRPr="00B45F4E">
        <w:rPr>
          <w:rFonts w:hint="eastAsia"/>
        </w:rPr>
        <w:t>此内容屏蔽</w:t>
      </w:r>
      <w:r w:rsidRPr="00B45F4E">
        <w:t>**</w:t>
      </w:r>
      <w:r w:rsidRPr="00B45F4E">
        <w:rPr>
          <w:rFonts w:hint="eastAsia"/>
        </w:rPr>
        <w:t>当贴身保镖，并随其上学读书。</w:t>
      </w:r>
      <w:r w:rsidRPr="00B45F4E">
        <w:br/>
      </w:r>
      <w:r w:rsidRPr="00B45F4E">
        <w:br/>
      </w:r>
      <w:r w:rsidRPr="00B45F4E">
        <w:rPr>
          <w:rFonts w:hint="eastAsia"/>
        </w:rPr>
        <w:t xml:space="preserve">　　在学校，他意外与形形</w:t>
      </w:r>
      <w:r w:rsidRPr="00B45F4E">
        <w:t>**</w:t>
      </w:r>
      <w:r w:rsidRPr="00B45F4E">
        <w:rPr>
          <w:rFonts w:hint="eastAsia"/>
        </w:rPr>
        <w:t>的校内美女发生暧昧关系。校外，又与商业富婆、冷艳女特工、美女警花等一系列美女纠缠不清。</w:t>
      </w:r>
      <w:r w:rsidRPr="00B45F4E">
        <w:br/>
      </w:r>
      <w:r w:rsidRPr="00B45F4E">
        <w:br/>
      </w:r>
      <w:r w:rsidRPr="00B45F4E">
        <w:rPr>
          <w:rFonts w:hint="eastAsia"/>
        </w:rPr>
        <w:t xml:space="preserve">　　为了保护雇主，林泽用其强硬冷酷的手段碾碎了敌人的挑衅，最终抱得美人归。</w:t>
      </w:r>
      <w:r w:rsidRPr="00B45F4E">
        <w:br/>
      </w:r>
      <w:r w:rsidRPr="00B45F4E">
        <w:br/>
      </w:r>
      <w:r w:rsidRPr="00B45F4E">
        <w:rPr>
          <w:rFonts w:hint="eastAsia"/>
        </w:rPr>
        <w:t xml:space="preserve">　　我只是给韩家大</w:t>
      </w:r>
      <w:r w:rsidRPr="00B45F4E">
        <w:t>**</w:t>
      </w:r>
      <w:r w:rsidRPr="00B45F4E">
        <w:rPr>
          <w:rFonts w:hint="eastAsia"/>
        </w:rPr>
        <w:t>此内容屏蔽</w:t>
      </w:r>
      <w:r w:rsidRPr="00B45F4E">
        <w:t>**</w:t>
      </w:r>
      <w:r w:rsidRPr="00B45F4E">
        <w:rPr>
          <w:rFonts w:hint="eastAsia"/>
        </w:rPr>
        <w:t>当保镖，为什么你们都要我保护？林泽无不头疼的望向环肥燕瘦的各色美女。</w:t>
      </w:r>
      <w:r w:rsidRPr="00B45F4E">
        <w:br/>
      </w:r>
      <w:r w:rsidRPr="00B45F4E">
        <w:br/>
      </w:r>
      <w:r w:rsidRPr="00B45F4E">
        <w:rPr>
          <w:rFonts w:hint="eastAsia"/>
        </w:rPr>
        <w:t xml:space="preserve">　　以上是目前新书榜第三名王牌特工的简介。</w:t>
      </w:r>
      <w:r w:rsidRPr="00B45F4E">
        <w:br/>
      </w:r>
      <w:r w:rsidRPr="00B45F4E">
        <w:br/>
      </w:r>
      <w:r w:rsidRPr="00B45F4E">
        <w:rPr>
          <w:rFonts w:hint="eastAsia"/>
        </w:rPr>
        <w:t xml:space="preserve">　　大家可以仔细看一下，看过了这样的简介，那些希望阅读一些轻松小白，暧昧</w:t>
      </w:r>
      <w:r w:rsidRPr="00B45F4E">
        <w:t>YY</w:t>
      </w:r>
      <w:r w:rsidRPr="00B45F4E">
        <w:rPr>
          <w:rFonts w:hint="eastAsia"/>
        </w:rPr>
        <w:t>内容的读者小说读者，会不会觉得这个就是他们要找的书呢？</w:t>
      </w:r>
      <w:r w:rsidRPr="00B45F4E">
        <w:br/>
      </w:r>
      <w:r w:rsidRPr="00B45F4E">
        <w:br/>
      </w:r>
      <w:r w:rsidRPr="00B45F4E">
        <w:rPr>
          <w:rFonts w:hint="eastAsia"/>
        </w:rPr>
        <w:t xml:space="preserve">　　写简介的时候，要考虑自己的作品内容，也要考虑读者的期望因素，这个就是简介问题的核心。</w:t>
      </w:r>
      <w:r w:rsidRPr="00B45F4E">
        <w:br/>
      </w:r>
      <w:r w:rsidRPr="00B45F4E">
        <w:br/>
      </w:r>
      <w:r w:rsidRPr="00B45F4E">
        <w:rPr>
          <w:rFonts w:hint="eastAsia"/>
        </w:rPr>
        <w:t xml:space="preserve">　　然后，是封面。</w:t>
      </w:r>
      <w:r w:rsidRPr="00B45F4E">
        <w:br/>
      </w:r>
      <w:r w:rsidRPr="00B45F4E">
        <w:br/>
      </w:r>
      <w:r w:rsidRPr="00B45F4E">
        <w:rPr>
          <w:rFonts w:hint="eastAsia"/>
        </w:rPr>
        <w:t xml:space="preserve">　　这个问题相对就比较直观了，一个大气的封面，可以让读者对你的作品多一丝期待。</w:t>
      </w:r>
      <w:r w:rsidRPr="00B45F4E">
        <w:br/>
      </w:r>
      <w:r w:rsidRPr="00B45F4E">
        <w:br/>
      </w:r>
      <w:r w:rsidRPr="00B45F4E">
        <w:rPr>
          <w:rFonts w:hint="eastAsia"/>
        </w:rPr>
        <w:t xml:space="preserve">　　如杀手房东俏房客，重生之超级富二代，网游之天下无敌等书的封面都可以作为参考。</w:t>
      </w:r>
      <w:r w:rsidRPr="00B45F4E">
        <w:br/>
      </w:r>
      <w:r w:rsidRPr="00B45F4E">
        <w:br/>
      </w:r>
      <w:r w:rsidRPr="00B45F4E">
        <w:rPr>
          <w:rFonts w:hint="eastAsia"/>
        </w:rPr>
        <w:t xml:space="preserve">　　大家如果对自己的封面不满意，或者根本没有封面，都可以到论坛的美工小店去申请。</w:t>
      </w:r>
      <w:r w:rsidRPr="00B45F4E">
        <w:br/>
      </w:r>
      <w:r w:rsidRPr="00B45F4E">
        <w:br/>
      </w:r>
      <w:r w:rsidRPr="00B45F4E">
        <w:rPr>
          <w:rFonts w:hint="eastAsia"/>
        </w:rPr>
        <w:t xml:space="preserve">　　</w:t>
      </w:r>
      <w:r w:rsidRPr="00B45F4E">
        <w:t>17K</w:t>
      </w:r>
      <w:r w:rsidRPr="00B45F4E">
        <w:rPr>
          <w:rFonts w:hint="eastAsia"/>
        </w:rPr>
        <w:t>的美工们会尽力帮助大家做精致的封面。</w:t>
      </w:r>
      <w:r w:rsidRPr="00B45F4E">
        <w:br/>
      </w:r>
      <w:r w:rsidRPr="00B45F4E">
        <w:br/>
      </w:r>
      <w:r w:rsidRPr="00B45F4E">
        <w:rPr>
          <w:rFonts w:hint="eastAsia"/>
        </w:rPr>
        <w:t xml:space="preserve">　　然后，就是章节列表的整洁性。</w:t>
      </w:r>
      <w:r w:rsidRPr="00B45F4E">
        <w:br/>
      </w:r>
      <w:r w:rsidRPr="00B45F4E">
        <w:br/>
      </w:r>
      <w:r w:rsidRPr="00B45F4E">
        <w:rPr>
          <w:rFonts w:hint="eastAsia"/>
        </w:rPr>
        <w:t xml:space="preserve">　　这一点就是一个阅读感官的问题，整洁的章节列表会让读者读起来一目了然，十分的舒服。同时也表示作者是在认真对待自己的作品，一个整洁有序的章节页面，可以赢得读者的好感。</w:t>
      </w:r>
      <w:r w:rsidRPr="00B45F4E">
        <w:br/>
      </w:r>
      <w:r w:rsidRPr="00B45F4E">
        <w:br/>
      </w:r>
      <w:r w:rsidRPr="00B45F4E">
        <w:rPr>
          <w:rFonts w:hint="eastAsia"/>
        </w:rPr>
        <w:t xml:space="preserve">　　通俗来说</w:t>
      </w:r>
      <w:r w:rsidRPr="00B45F4E">
        <w:br/>
      </w:r>
      <w:r w:rsidRPr="00B45F4E">
        <w:br/>
      </w:r>
      <w:r w:rsidRPr="00B45F4E">
        <w:rPr>
          <w:rFonts w:hint="eastAsia"/>
        </w:rPr>
        <w:t xml:space="preserve">　　</w:t>
      </w:r>
      <w:r w:rsidRPr="00B45F4E">
        <w:t>001</w:t>
      </w:r>
      <w:r w:rsidRPr="00B45F4E">
        <w:rPr>
          <w:rFonts w:hint="eastAsia"/>
        </w:rPr>
        <w:t xml:space="preserve">　</w:t>
      </w:r>
      <w:r w:rsidRPr="00B45F4E">
        <w:t>002</w:t>
      </w:r>
      <w:r w:rsidRPr="00B45F4E">
        <w:rPr>
          <w:rFonts w:hint="eastAsia"/>
        </w:rPr>
        <w:t xml:space="preserve">　</w:t>
      </w:r>
      <w:r w:rsidRPr="00B45F4E">
        <w:t>003</w:t>
      </w:r>
      <w:r w:rsidRPr="00B45F4E">
        <w:br/>
      </w:r>
      <w:r w:rsidRPr="00B45F4E">
        <w:br/>
      </w:r>
      <w:r w:rsidRPr="00B45F4E">
        <w:rPr>
          <w:rFonts w:hint="eastAsia"/>
        </w:rPr>
        <w:t xml:space="preserve">　　第一章　第二章　第三章</w:t>
      </w:r>
      <w:r w:rsidRPr="00B45F4E">
        <w:br/>
      </w:r>
      <w:r w:rsidRPr="00B45F4E">
        <w:br/>
      </w:r>
      <w:r w:rsidRPr="00B45F4E">
        <w:rPr>
          <w:rFonts w:hint="eastAsia"/>
        </w:rPr>
        <w:t xml:space="preserve">　　第</w:t>
      </w:r>
      <w:r w:rsidRPr="00B45F4E">
        <w:t>1</w:t>
      </w:r>
      <w:r w:rsidRPr="00B45F4E">
        <w:rPr>
          <w:rFonts w:hint="eastAsia"/>
        </w:rPr>
        <w:t>章　第</w:t>
      </w:r>
      <w:r w:rsidRPr="00B45F4E">
        <w:t>2</w:t>
      </w:r>
      <w:r w:rsidRPr="00B45F4E">
        <w:rPr>
          <w:rFonts w:hint="eastAsia"/>
        </w:rPr>
        <w:t>章　第</w:t>
      </w:r>
      <w:r w:rsidRPr="00B45F4E">
        <w:t>2</w:t>
      </w:r>
      <w:r w:rsidRPr="00B45F4E">
        <w:rPr>
          <w:rFonts w:hint="eastAsia"/>
        </w:rPr>
        <w:t>章</w:t>
      </w:r>
      <w:r w:rsidRPr="00B45F4E">
        <w:br/>
      </w:r>
      <w:r w:rsidRPr="00B45F4E">
        <w:br/>
      </w:r>
      <w:r w:rsidRPr="00B45F4E">
        <w:rPr>
          <w:rFonts w:hint="eastAsia"/>
        </w:rPr>
        <w:t xml:space="preserve">　　这样的格式都是可以的。</w:t>
      </w:r>
      <w:r w:rsidRPr="00B45F4E">
        <w:br/>
      </w:r>
      <w:r w:rsidRPr="00B45F4E">
        <w:br/>
      </w:r>
      <w:r w:rsidRPr="00B45F4E">
        <w:rPr>
          <w:rFonts w:hint="eastAsia"/>
        </w:rPr>
        <w:t xml:space="preserve">　　最后，就是书评区了。</w:t>
      </w:r>
      <w:r w:rsidRPr="00B45F4E">
        <w:br/>
      </w:r>
      <w:r w:rsidRPr="00B45F4E">
        <w:br/>
      </w:r>
      <w:r w:rsidRPr="00B45F4E">
        <w:rPr>
          <w:rFonts w:hint="eastAsia"/>
        </w:rPr>
        <w:t xml:space="preserve">　　书评，代表读者对于你这一本书的喜爱程度。</w:t>
      </w:r>
      <w:r w:rsidRPr="00B45F4E">
        <w:br/>
      </w:r>
      <w:r w:rsidRPr="00B45F4E">
        <w:br/>
      </w:r>
      <w:r w:rsidRPr="00B45F4E">
        <w:rPr>
          <w:rFonts w:hint="eastAsia"/>
        </w:rPr>
        <w:t xml:space="preserve">　　一个积极讨论本书内容的书评区，对读者也是很有吸引力的。</w:t>
      </w:r>
      <w:r w:rsidRPr="00B45F4E">
        <w:br/>
      </w:r>
      <w:r w:rsidRPr="00B45F4E">
        <w:br/>
      </w:r>
      <w:r w:rsidRPr="00B45F4E">
        <w:rPr>
          <w:rFonts w:hint="eastAsia"/>
        </w:rPr>
        <w:t xml:space="preserve">　　他们代表着已经看过本书的读者对于本书的认可，也会增加新读者对书的认同程度。</w:t>
      </w:r>
      <w:r w:rsidRPr="00B45F4E">
        <w:br/>
      </w:r>
      <w:r w:rsidRPr="00B45F4E">
        <w:br/>
      </w:r>
      <w:r w:rsidRPr="00B45F4E">
        <w:rPr>
          <w:rFonts w:hint="eastAsia"/>
        </w:rPr>
        <w:t xml:space="preserve">　　一个满是广告的书评区，和一个积极讨论内容的书评区。在你们看书的时候，你们的本能会觉得那一本书好呢？</w:t>
      </w:r>
      <w:r w:rsidRPr="00B45F4E">
        <w:br/>
      </w:r>
      <w:r w:rsidRPr="00B45F4E">
        <w:br/>
      </w:r>
      <w:r w:rsidRPr="00B45F4E">
        <w:rPr>
          <w:rFonts w:hint="eastAsia"/>
        </w:rPr>
        <w:t xml:space="preserve">　　所以，不要觉得互换广告留言是什么好习惯。</w:t>
      </w:r>
      <w:r w:rsidRPr="00B45F4E">
        <w:br/>
      </w:r>
      <w:r w:rsidRPr="00B45F4E">
        <w:br/>
      </w:r>
      <w:r w:rsidRPr="00B45F4E">
        <w:rPr>
          <w:rFonts w:hint="eastAsia"/>
        </w:rPr>
        <w:t xml:space="preserve">　　那怕书评少，也不要去弄一些乱七八糟的广告互换。</w:t>
      </w:r>
      <w:r w:rsidRPr="00B45F4E">
        <w:br/>
      </w:r>
      <w:r w:rsidRPr="00B45F4E">
        <w:br/>
      </w:r>
      <w:r w:rsidRPr="00B45F4E">
        <w:rPr>
          <w:rFonts w:hint="eastAsia"/>
        </w:rPr>
        <w:t xml:space="preserve">　　与讨论内容无关，也不是夸赞作品的书评，就全部删掉吧。</w:t>
      </w:r>
      <w:r w:rsidRPr="00B45F4E">
        <w:br/>
      </w:r>
      <w:r w:rsidRPr="00B45F4E">
        <w:br/>
      </w:r>
      <w:r w:rsidRPr="00B45F4E">
        <w:rPr>
          <w:rFonts w:hint="eastAsia"/>
        </w:rPr>
        <w:t xml:space="preserve">　　以上五点，书名、简介、封面、章节页和书评区，就是新手写文需要注意的外部包装元素，希望大家可以注意。</w:t>
      </w:r>
      <w:r w:rsidRPr="00B45F4E">
        <w:br/>
      </w:r>
      <w:r w:rsidRPr="00B45F4E">
        <w:br/>
      </w:r>
      <w:r w:rsidRPr="00B45F4E">
        <w:rPr>
          <w:rFonts w:hint="eastAsia"/>
        </w:rPr>
        <w:t xml:space="preserve">　　对于酒徒大大上一期讲课没有谈到的问题的总结就到这里，下面是今天我为大家做的内容讲解。</w:t>
      </w:r>
      <w:r w:rsidRPr="00B45F4E">
        <w:br/>
      </w:r>
      <w:r w:rsidRPr="00B45F4E">
        <w:br/>
      </w:r>
      <w:r w:rsidRPr="00B45F4E">
        <w:rPr>
          <w:rFonts w:hint="eastAsia"/>
        </w:rPr>
        <w:t xml:space="preserve">　　今天跟大家讨论的主要课题是，写作细节。</w:t>
      </w:r>
      <w:r w:rsidRPr="00B45F4E">
        <w:br/>
      </w:r>
      <w:r w:rsidRPr="00B45F4E">
        <w:br/>
      </w:r>
      <w:r w:rsidRPr="00B45F4E">
        <w:rPr>
          <w:rFonts w:hint="eastAsia"/>
        </w:rPr>
        <w:t xml:space="preserve">　　写作细节在我看来分两部分，一部分是架构细节，一部分则是文字细节，前一部分算是比较基础的，今天主要讲的也是比较基础的架构细节，后面字句细节的部分相对比较深，如果等下大家想听，我也会跟大家聊聊。</w:t>
      </w:r>
      <w:r w:rsidRPr="00B45F4E">
        <w:br/>
      </w:r>
      <w:r w:rsidRPr="00B45F4E">
        <w:br/>
      </w:r>
      <w:r w:rsidRPr="00B45F4E">
        <w:rPr>
          <w:rFonts w:hint="eastAsia"/>
        </w:rPr>
        <w:t xml:space="preserve">　　构架细节的内容主要有以下几个方面，背景、主角性格逻辑和体系构架设定等几点关键因素。</w:t>
      </w:r>
      <w:r w:rsidRPr="00B45F4E">
        <w:br/>
      </w:r>
      <w:r w:rsidRPr="00B45F4E">
        <w:br/>
      </w:r>
      <w:r w:rsidRPr="00B45F4E">
        <w:rPr>
          <w:rFonts w:hint="eastAsia"/>
        </w:rPr>
        <w:t xml:space="preserve">　　我们不妨回想一下自己创作作品的时候，一本书，是如何产生的？</w:t>
      </w:r>
      <w:r w:rsidRPr="00B45F4E">
        <w:br/>
      </w:r>
      <w:r w:rsidRPr="00B45F4E">
        <w:br/>
      </w:r>
      <w:r w:rsidRPr="00B45F4E">
        <w:rPr>
          <w:rFonts w:hint="eastAsia"/>
        </w:rPr>
        <w:t xml:space="preserve">　　大家是不是看过了什么书，或者突然有了一个念头，然后一本书就紧接着孕育而生了？跟着自己的感觉去写，没有过多的准备和整理？</w:t>
      </w:r>
      <w:r w:rsidRPr="00B45F4E">
        <w:br/>
      </w:r>
      <w:r w:rsidRPr="00B45F4E">
        <w:br/>
      </w:r>
      <w:r w:rsidRPr="00B45F4E">
        <w:rPr>
          <w:rFonts w:hint="eastAsia"/>
        </w:rPr>
        <w:t xml:space="preserve">　　又或者是，列出一个剧情发展的线路，就开始创作？</w:t>
      </w:r>
      <w:r w:rsidRPr="00B45F4E">
        <w:br/>
      </w:r>
      <w:r w:rsidRPr="00B45F4E">
        <w:br/>
      </w:r>
      <w:r w:rsidRPr="00B45F4E">
        <w:rPr>
          <w:rFonts w:hint="eastAsia"/>
        </w:rPr>
        <w:t xml:space="preserve">　　相信在座的很多人都是这样，因为之前的我，最初也是这样去写书。可是写手想要真正成熟，那就必须让自己的作品更加精细。</w:t>
      </w:r>
      <w:r w:rsidRPr="00B45F4E">
        <w:br/>
      </w:r>
      <w:r w:rsidRPr="00B45F4E">
        <w:br/>
      </w:r>
      <w:r w:rsidRPr="00B45F4E">
        <w:rPr>
          <w:rFonts w:hint="eastAsia"/>
        </w:rPr>
        <w:t xml:space="preserve">　　一个文不是光有剧情就可以开始了，为了避免写到十几万字，几十万字，甚至上百万字之后内容一片混乱，头脑里各种线条思路完全无法理清，在动笔之前，或者写作的过程之中，我们就要不断的去整理这些东西。</w:t>
      </w:r>
      <w:r w:rsidRPr="00B45F4E">
        <w:br/>
      </w:r>
      <w:r w:rsidRPr="00B45F4E">
        <w:br/>
      </w:r>
      <w:r w:rsidRPr="00B45F4E">
        <w:rPr>
          <w:rFonts w:hint="eastAsia"/>
        </w:rPr>
        <w:t xml:space="preserve">　　第一，就是背景，这个背景就是世界背景，不管是异世大陆的小说还是都市的小说，或者末世，甚至网游小说，都需要有一个世界的背景和规则。你要用一种规则让这个世界真实起来。浅显来讲，就是有一种价值观被你构架的这个社会所认可。具体到细节，就是世界背景的一些场景，门派关系，利益关系，社会等级系统等各种东西都要在你的计划之中，起码，脑海中要有印象，只有这样你的书才不会到后面越写越乱。</w:t>
      </w:r>
      <w:r w:rsidRPr="00B45F4E">
        <w:br/>
      </w:r>
      <w:r w:rsidRPr="00B45F4E">
        <w:br/>
      </w:r>
      <w:r w:rsidRPr="00B45F4E">
        <w:rPr>
          <w:rFonts w:hint="eastAsia"/>
        </w:rPr>
        <w:t xml:space="preserve">　　这个东西我也举两个例子吧。</w:t>
      </w:r>
      <w:r w:rsidRPr="00B45F4E">
        <w:br/>
      </w:r>
      <w:r w:rsidRPr="00B45F4E">
        <w:br/>
      </w:r>
      <w:r w:rsidRPr="00B45F4E">
        <w:rPr>
          <w:rFonts w:hint="eastAsia"/>
        </w:rPr>
        <w:t xml:space="preserve">　　一个是我自己，最初的时候，我写的是一本网游书。开始的时候给自己定了，一个游戏之中有十大公会，主角要一个一个去征服他们，到最后做到统一整个游戏世界。</w:t>
      </w:r>
      <w:r w:rsidRPr="00B45F4E">
        <w:br/>
      </w:r>
      <w:r w:rsidRPr="00B45F4E">
        <w:br/>
      </w:r>
      <w:r w:rsidRPr="00B45F4E">
        <w:rPr>
          <w:rFonts w:hint="eastAsia"/>
        </w:rPr>
        <w:t xml:space="preserve">　　可是随着文的深入，我悲剧的发现，我竟然忘记了这十大公会分别是什么。而且我忘记了一些重要副本，忘记了一些出场人物，忘记了主角会什么技能，穿什么装备。那是</w:t>
      </w:r>
      <w:r w:rsidRPr="00B45F4E">
        <w:t>80</w:t>
      </w:r>
      <w:r w:rsidRPr="00B45F4E">
        <w:rPr>
          <w:rFonts w:hint="eastAsia"/>
        </w:rPr>
        <w:t>万字的时候，第一本书，全乱套了。</w:t>
      </w:r>
      <w:r w:rsidRPr="00B45F4E">
        <w:br/>
      </w:r>
      <w:r w:rsidRPr="00B45F4E">
        <w:br/>
      </w:r>
      <w:r w:rsidRPr="00B45F4E">
        <w:rPr>
          <w:rFonts w:hint="eastAsia"/>
        </w:rPr>
        <w:t xml:space="preserve">　　大家写玄幻的时候，恐怕也会有这样的问题，写着写着不知道有那些宗门，有那些宝物和功法，有那些人物。国家与国家，家族与家族之间的关系。</w:t>
      </w:r>
      <w:r w:rsidRPr="00B45F4E">
        <w:br/>
      </w:r>
      <w:r w:rsidRPr="00B45F4E">
        <w:br/>
      </w:r>
      <w:r w:rsidRPr="00B45F4E">
        <w:rPr>
          <w:rFonts w:hint="eastAsia"/>
        </w:rPr>
        <w:t xml:space="preserve">　　这些都是很麻烦的，所以，大家一定注重构架细节。</w:t>
      </w:r>
      <w:r w:rsidRPr="00B45F4E">
        <w:br/>
      </w:r>
      <w:r w:rsidRPr="00B45F4E">
        <w:br/>
      </w:r>
      <w:r w:rsidRPr="00B45F4E">
        <w:rPr>
          <w:rFonts w:hint="eastAsia"/>
        </w:rPr>
        <w:t xml:space="preserve">　　在创作一个书之前，大家要列好，这个书之中有那些国家，有那些副本，有那些人物，这些人物彼此之间的关系。</w:t>
      </w:r>
      <w:r w:rsidRPr="00B45F4E">
        <w:br/>
      </w:r>
      <w:r w:rsidRPr="00B45F4E">
        <w:br/>
      </w:r>
      <w:r w:rsidRPr="00B45F4E">
        <w:rPr>
          <w:rFonts w:hint="eastAsia"/>
        </w:rPr>
        <w:t xml:space="preserve">　　我创作到了成熟的时候，会有一个简要大纲来罗列这些问题。</w:t>
      </w:r>
      <w:r w:rsidRPr="00B45F4E">
        <w:br/>
      </w:r>
      <w:r w:rsidRPr="00B45F4E">
        <w:br/>
      </w:r>
      <w:r w:rsidRPr="00B45F4E">
        <w:rPr>
          <w:rFonts w:hint="eastAsia"/>
        </w:rPr>
        <w:t xml:space="preserve">　　比如</w:t>
      </w:r>
      <w:r w:rsidRPr="00B45F4E">
        <w:br/>
      </w:r>
      <w:r w:rsidRPr="00B45F4E">
        <w:br/>
      </w:r>
      <w:r w:rsidRPr="00B45F4E">
        <w:rPr>
          <w:rFonts w:hint="eastAsia"/>
        </w:rPr>
        <w:t xml:space="preserve">　　第一男主，影影文，长相猥琐，行事风格猥琐，穿着打扮猥琐，修炼的功法猥琐。</w:t>
      </w:r>
      <w:r w:rsidRPr="00B45F4E">
        <w:br/>
      </w:r>
      <w:r w:rsidRPr="00B45F4E">
        <w:br/>
      </w:r>
      <w:r w:rsidRPr="00B45F4E">
        <w:rPr>
          <w:rFonts w:hint="eastAsia"/>
        </w:rPr>
        <w:t xml:space="preserve">　　主要金手指，嘲讽之脸，看到他的人只觉得腰膝酸软，四肢无力，头晕目眩。</w:t>
      </w:r>
      <w:r w:rsidRPr="00B45F4E">
        <w:br/>
      </w:r>
      <w:r w:rsidRPr="00B45F4E">
        <w:br/>
      </w:r>
      <w:r w:rsidRPr="00B45F4E">
        <w:rPr>
          <w:rFonts w:hint="eastAsia"/>
        </w:rPr>
        <w:t xml:space="preserve">　　第一男配：优兰，主角的好兄弟，修炼天赋一般，但是与主角情同兄弟，之后可以借由优兰被欺负，引发主角与</w:t>
      </w:r>
      <w:r w:rsidRPr="00B45F4E">
        <w:t>XX</w:t>
      </w:r>
      <w:r w:rsidRPr="00B45F4E">
        <w:rPr>
          <w:rFonts w:hint="eastAsia"/>
        </w:rPr>
        <w:t>大</w:t>
      </w:r>
      <w:r w:rsidRPr="00B45F4E">
        <w:t>**</w:t>
      </w:r>
      <w:r w:rsidRPr="00B45F4E">
        <w:rPr>
          <w:rFonts w:hint="eastAsia"/>
        </w:rPr>
        <w:t>此内容屏蔽</w:t>
      </w:r>
      <w:r w:rsidRPr="00B45F4E">
        <w:t>**</w:t>
      </w:r>
      <w:r w:rsidRPr="00B45F4E">
        <w:rPr>
          <w:rFonts w:hint="eastAsia"/>
        </w:rPr>
        <w:t>的争斗，连带出热血剧情。</w:t>
      </w:r>
      <w:r w:rsidRPr="00B45F4E">
        <w:br/>
      </w:r>
      <w:r w:rsidRPr="00B45F4E">
        <w:br/>
      </w:r>
      <w:r w:rsidRPr="00B45F4E">
        <w:rPr>
          <w:rFonts w:hint="eastAsia"/>
        </w:rPr>
        <w:t xml:space="preserve">　　第一女主，</w:t>
      </w:r>
      <w:r w:rsidRPr="00B45F4E">
        <w:br/>
      </w:r>
      <w:r w:rsidRPr="00B45F4E">
        <w:br/>
      </w:r>
      <w:r w:rsidRPr="00B45F4E">
        <w:rPr>
          <w:rFonts w:hint="eastAsia"/>
        </w:rPr>
        <w:t xml:space="preserve">　　第二女主，</w:t>
      </w:r>
      <w:r w:rsidRPr="00B45F4E">
        <w:br/>
      </w:r>
      <w:r w:rsidRPr="00B45F4E">
        <w:br/>
      </w:r>
      <w:r w:rsidRPr="00B45F4E">
        <w:rPr>
          <w:rFonts w:hint="eastAsia"/>
        </w:rPr>
        <w:t xml:space="preserve">　　第一男反，</w:t>
      </w:r>
      <w:r w:rsidRPr="00B45F4E">
        <w:br/>
      </w:r>
      <w:r w:rsidRPr="00B45F4E">
        <w:br/>
      </w:r>
      <w:r w:rsidRPr="00B45F4E">
        <w:rPr>
          <w:rFonts w:hint="eastAsia"/>
        </w:rPr>
        <w:t xml:space="preserve">　　第二男反。</w:t>
      </w:r>
      <w:r w:rsidRPr="00B45F4E">
        <w:br/>
      </w:r>
      <w:r w:rsidRPr="00B45F4E">
        <w:br/>
      </w:r>
      <w:r w:rsidRPr="00B45F4E">
        <w:rPr>
          <w:rFonts w:hint="eastAsia"/>
        </w:rPr>
        <w:t xml:space="preserve">　　主角的第一亲近势力，</w:t>
      </w:r>
      <w:r w:rsidRPr="00B45F4E">
        <w:br/>
      </w:r>
      <w:r w:rsidRPr="00B45F4E">
        <w:br/>
      </w:r>
      <w:r w:rsidRPr="00B45F4E">
        <w:rPr>
          <w:rFonts w:hint="eastAsia"/>
        </w:rPr>
        <w:t xml:space="preserve">　　主角的第二亲近势力。</w:t>
      </w:r>
      <w:r w:rsidRPr="00B45F4E">
        <w:br/>
      </w:r>
      <w:r w:rsidRPr="00B45F4E">
        <w:br/>
      </w:r>
      <w:r w:rsidRPr="00B45F4E">
        <w:rPr>
          <w:rFonts w:hint="eastAsia"/>
        </w:rPr>
        <w:t xml:space="preserve">　　第一反对势力，</w:t>
      </w:r>
      <w:r w:rsidRPr="00B45F4E">
        <w:br/>
      </w:r>
      <w:r w:rsidRPr="00B45F4E">
        <w:br/>
      </w:r>
      <w:r w:rsidRPr="00B45F4E">
        <w:rPr>
          <w:rFonts w:hint="eastAsia"/>
        </w:rPr>
        <w:t xml:space="preserve">　　第二反对势力。</w:t>
      </w:r>
      <w:r w:rsidRPr="00B45F4E">
        <w:br/>
      </w:r>
      <w:r w:rsidRPr="00B45F4E">
        <w:br/>
      </w:r>
      <w:r w:rsidRPr="00B45F4E">
        <w:rPr>
          <w:rFonts w:hint="eastAsia"/>
        </w:rPr>
        <w:t xml:space="preserve">　　按照这样的罗列方式，把你的作品之中最关键的线串联起来。</w:t>
      </w:r>
      <w:r w:rsidRPr="00B45F4E">
        <w:br/>
      </w:r>
      <w:r w:rsidRPr="00B45F4E">
        <w:br/>
      </w:r>
      <w:r w:rsidRPr="00B45F4E">
        <w:rPr>
          <w:rFonts w:hint="eastAsia"/>
        </w:rPr>
        <w:t xml:space="preserve">　　这是人物和势力，然后还可以列一些副本。</w:t>
      </w:r>
      <w:r w:rsidRPr="00B45F4E">
        <w:br/>
      </w:r>
      <w:r w:rsidRPr="00B45F4E">
        <w:br/>
      </w:r>
      <w:r w:rsidRPr="00B45F4E">
        <w:rPr>
          <w:rFonts w:hint="eastAsia"/>
        </w:rPr>
        <w:t xml:space="preserve">　　比如，第一副本，家族试炼的火云山脉。</w:t>
      </w:r>
      <w:r w:rsidRPr="00B45F4E">
        <w:br/>
      </w:r>
      <w:r w:rsidRPr="00B45F4E">
        <w:br/>
      </w:r>
      <w:r w:rsidRPr="00B45F4E">
        <w:rPr>
          <w:rFonts w:hint="eastAsia"/>
        </w:rPr>
        <w:t xml:space="preserve">　　重点宝物：吞噬兽，主角因血脉关系，收复了这一只吞噬兽，作为一个金手指。</w:t>
      </w:r>
      <w:r w:rsidRPr="00B45F4E">
        <w:br/>
      </w:r>
      <w:r w:rsidRPr="00B45F4E">
        <w:br/>
      </w:r>
      <w:r w:rsidRPr="00B45F4E">
        <w:rPr>
          <w:rFonts w:hint="eastAsia"/>
        </w:rPr>
        <w:t xml:space="preserve">　　吞噬兽：主要功能，吞噬火焰，帮助主角熔炼丹药，同时震慑其他妖兽，装逼时可以广泛利用。</w:t>
      </w:r>
      <w:r w:rsidRPr="00B45F4E">
        <w:br/>
      </w:r>
      <w:r w:rsidRPr="00B45F4E">
        <w:br/>
      </w:r>
      <w:r w:rsidRPr="00B45F4E">
        <w:rPr>
          <w:rFonts w:hint="eastAsia"/>
        </w:rPr>
        <w:t xml:space="preserve">　　这些东西，就是一本书最主要的背景构架，这背景包括世界背景，副本背景，人物和势力关系背景，以及主角金手指。这些东西可以帮助你在写书的时候更有条理性，罗列的字数其实不算多，但是作用却十分重大。大家要养成这样的习惯。</w:t>
      </w:r>
      <w:r w:rsidRPr="00B45F4E">
        <w:br/>
      </w:r>
      <w:r w:rsidRPr="00B45F4E">
        <w:br/>
      </w:r>
      <w:r w:rsidRPr="00B45F4E">
        <w:rPr>
          <w:rFonts w:hint="eastAsia"/>
        </w:rPr>
        <w:t xml:space="preserve">　　构架细节的第二点，就是主角性格了。</w:t>
      </w:r>
      <w:r w:rsidRPr="00B45F4E">
        <w:br/>
      </w:r>
      <w:r w:rsidRPr="00B45F4E">
        <w:br/>
      </w:r>
      <w:r w:rsidRPr="00B45F4E">
        <w:rPr>
          <w:rFonts w:hint="eastAsia"/>
        </w:rPr>
        <w:t xml:space="preserve">　　这个是贯穿全文的，可以是说一本书的风格所在，主角的行事风格决定了书的走向。</w:t>
      </w:r>
      <w:r w:rsidRPr="00B45F4E">
        <w:br/>
      </w:r>
      <w:r w:rsidRPr="00B45F4E">
        <w:br/>
      </w:r>
      <w:r w:rsidRPr="00B45F4E">
        <w:rPr>
          <w:rFonts w:hint="eastAsia"/>
        </w:rPr>
        <w:t xml:space="preserve">　　下面还有一下几个点，大家慢慢来吧，我会一点点按照这个纲要解答完的。</w:t>
      </w:r>
      <w:r w:rsidRPr="00B45F4E">
        <w:br/>
      </w:r>
      <w:r w:rsidRPr="00B45F4E">
        <w:br/>
      </w:r>
      <w:r w:rsidRPr="00B45F4E">
        <w:rPr>
          <w:rFonts w:hint="eastAsia"/>
        </w:rPr>
        <w:t xml:space="preserve">　　主角性格，我可以在这里举例，比如说，梦入神机的永生。</w:t>
      </w:r>
      <w:r w:rsidRPr="00B45F4E">
        <w:br/>
      </w:r>
      <w:r w:rsidRPr="00B45F4E">
        <w:br/>
      </w:r>
      <w:r w:rsidRPr="00B45F4E">
        <w:rPr>
          <w:rFonts w:hint="eastAsia"/>
        </w:rPr>
        <w:t xml:space="preserve">　　社会就是一个弱肉强食的社会，而主角就是一个狠辣，为了能力六亲不认，有仇必报的主角。</w:t>
      </w:r>
      <w:r w:rsidRPr="00B45F4E">
        <w:br/>
      </w:r>
      <w:r w:rsidRPr="00B45F4E">
        <w:br/>
      </w:r>
      <w:r w:rsidRPr="00B45F4E">
        <w:rPr>
          <w:rFonts w:hint="eastAsia"/>
        </w:rPr>
        <w:t xml:space="preserve">　　这样，他之后的杀伐果断和夺宝探险剧情，虽说看着不近人情，但是读者却都可以接受。</w:t>
      </w:r>
      <w:r w:rsidRPr="00B45F4E">
        <w:br/>
      </w:r>
      <w:r w:rsidRPr="00B45F4E">
        <w:br/>
      </w:r>
      <w:r w:rsidRPr="00B45F4E">
        <w:rPr>
          <w:rFonts w:hint="eastAsia"/>
        </w:rPr>
        <w:t xml:space="preserve">　　最怕的就是一个作者写书的时候，主角一会儿是这个性格，优柔寡断，脑子缺弦。一会儿又是行事仗义，有大侠风范，这样读者都会觉得假。</w:t>
      </w:r>
      <w:r w:rsidRPr="00B45F4E">
        <w:br/>
      </w:r>
      <w:r w:rsidRPr="00B45F4E">
        <w:br/>
      </w:r>
      <w:r w:rsidRPr="00B45F4E">
        <w:rPr>
          <w:rFonts w:hint="eastAsia"/>
        </w:rPr>
        <w:t xml:space="preserve">　　在开始写书的时候，主角，这个全文的重中之重，他是一个什么样的人，面对一些事情，比如亲人被威胁，被伤害，有人看不起他，修炼遇见困难等等。</w:t>
      </w:r>
      <w:r w:rsidRPr="00B45F4E">
        <w:br/>
      </w:r>
      <w:r w:rsidRPr="00B45F4E">
        <w:br/>
      </w:r>
      <w:r w:rsidRPr="00B45F4E">
        <w:rPr>
          <w:rFonts w:hint="eastAsia"/>
        </w:rPr>
        <w:t xml:space="preserve">　　当这些问题出现在他面前的时候，他要怎么办？</w:t>
      </w:r>
      <w:r w:rsidRPr="00B45F4E">
        <w:br/>
      </w:r>
      <w:r w:rsidRPr="00B45F4E">
        <w:br/>
      </w:r>
      <w:r w:rsidRPr="00B45F4E">
        <w:rPr>
          <w:rFonts w:hint="eastAsia"/>
        </w:rPr>
        <w:t xml:space="preserve">　　这些东西，在你最初写文确定主角的时候就要想好。</w:t>
      </w:r>
      <w:r w:rsidRPr="00B45F4E">
        <w:br/>
      </w:r>
      <w:r w:rsidRPr="00B45F4E">
        <w:br/>
      </w:r>
      <w:r w:rsidRPr="00B45F4E">
        <w:rPr>
          <w:rFonts w:hint="eastAsia"/>
        </w:rPr>
        <w:t xml:space="preserve">　　你要保证，这个主角可以活过来，真真实实的呈现在读者的眼前。</w:t>
      </w:r>
      <w:r w:rsidRPr="00B45F4E">
        <w:br/>
      </w:r>
      <w:r w:rsidRPr="00B45F4E">
        <w:br/>
      </w:r>
      <w:r w:rsidRPr="00B45F4E">
        <w:rPr>
          <w:rFonts w:hint="eastAsia"/>
        </w:rPr>
        <w:t xml:space="preserve">　　这个，就是主角性格的最关键因素。</w:t>
      </w:r>
      <w:r w:rsidRPr="00B45F4E">
        <w:br/>
      </w:r>
      <w:r w:rsidRPr="00B45F4E">
        <w:br/>
      </w:r>
      <w:r w:rsidRPr="00B45F4E">
        <w:rPr>
          <w:rFonts w:hint="eastAsia"/>
        </w:rPr>
        <w:t xml:space="preserve">　　我在给大家列一个范本主角的提纲。</w:t>
      </w:r>
      <w:r w:rsidRPr="00B45F4E">
        <w:br/>
      </w:r>
      <w:r w:rsidRPr="00B45F4E">
        <w:br/>
      </w:r>
      <w:r w:rsidRPr="00B45F4E">
        <w:rPr>
          <w:rFonts w:hint="eastAsia"/>
        </w:rPr>
        <w:t xml:space="preserve">　　主角</w:t>
      </w:r>
      <w:r w:rsidRPr="00B45F4E">
        <w:br/>
      </w:r>
      <w:r w:rsidRPr="00B45F4E">
        <w:br/>
      </w:r>
      <w:r w:rsidRPr="00B45F4E">
        <w:rPr>
          <w:rFonts w:hint="eastAsia"/>
        </w:rPr>
        <w:t xml:space="preserve">　　夏天：</w:t>
      </w:r>
      <w:r w:rsidRPr="00B45F4E">
        <w:br/>
      </w:r>
      <w:r w:rsidRPr="00B45F4E">
        <w:br/>
      </w:r>
      <w:r w:rsidRPr="00B45F4E">
        <w:rPr>
          <w:rFonts w:hint="eastAsia"/>
        </w:rPr>
        <w:t xml:space="preserve">　　体貌特征：身高一米八，身形消瘦但隐隐之中有一股爆发力。目光深邃，面容坚毅有特色。</w:t>
      </w:r>
      <w:r w:rsidRPr="00B45F4E">
        <w:br/>
      </w:r>
      <w:r w:rsidRPr="00B45F4E">
        <w:br/>
      </w:r>
      <w:r w:rsidRPr="00B45F4E">
        <w:rPr>
          <w:rFonts w:hint="eastAsia"/>
        </w:rPr>
        <w:t xml:space="preserve">　　性格特征：性情坚韧，修炼刻苦，能忍受常人不能忍受的苦难。</w:t>
      </w:r>
      <w:r w:rsidRPr="00B45F4E">
        <w:br/>
      </w:r>
      <w:r w:rsidRPr="00B45F4E">
        <w:br/>
      </w:r>
      <w:r w:rsidRPr="00B45F4E">
        <w:rPr>
          <w:rFonts w:hint="eastAsia"/>
        </w:rPr>
        <w:t xml:space="preserve">　　处事风格：对待亲人兄弟绝对的照顾，对待伤害自己亲人和兄弟的人绝不姑息，追到天涯海角也要杀死仇敌。</w:t>
      </w:r>
      <w:r w:rsidRPr="00B45F4E">
        <w:br/>
      </w:r>
      <w:r w:rsidRPr="00B45F4E">
        <w:br/>
      </w:r>
      <w:r w:rsidRPr="00B45F4E">
        <w:rPr>
          <w:rFonts w:hint="eastAsia"/>
        </w:rPr>
        <w:t xml:space="preserve">　　就这样简单的一列，一个优秀的男主就出来了。</w:t>
      </w:r>
      <w:r w:rsidRPr="00B45F4E">
        <w:br/>
      </w:r>
      <w:r w:rsidRPr="00B45F4E">
        <w:br/>
      </w:r>
      <w:r w:rsidRPr="00B45F4E">
        <w:rPr>
          <w:rFonts w:hint="eastAsia"/>
        </w:rPr>
        <w:t xml:space="preserve">　　另外</w:t>
      </w:r>
      <w:r w:rsidRPr="00B45F4E">
        <w:t>PS</w:t>
      </w:r>
      <w:r w:rsidRPr="00B45F4E">
        <w:rPr>
          <w:rFonts w:hint="eastAsia"/>
        </w:rPr>
        <w:t>一句，我印象之中所有主角名字叫夏天的书，都火了。</w:t>
      </w:r>
      <w:r w:rsidRPr="00B45F4E">
        <w:br/>
      </w:r>
      <w:r w:rsidRPr="00B45F4E">
        <w:br/>
      </w:r>
      <w:r w:rsidRPr="00B45F4E">
        <w:rPr>
          <w:rFonts w:hint="eastAsia"/>
        </w:rPr>
        <w:t xml:space="preserve">　　下面讲一下构架细节之中的最后一个点儿，体系构架。</w:t>
      </w:r>
      <w:r w:rsidRPr="00B45F4E">
        <w:br/>
      </w:r>
      <w:r w:rsidRPr="00B45F4E">
        <w:br/>
      </w:r>
      <w:r w:rsidRPr="00B45F4E">
        <w:rPr>
          <w:rFonts w:hint="eastAsia"/>
        </w:rPr>
        <w:t xml:space="preserve">　　其实这个东西很简单，就是一些细微的枝干设计。</w:t>
      </w:r>
      <w:r w:rsidRPr="00B45F4E">
        <w:br/>
      </w:r>
      <w:r w:rsidRPr="00B45F4E">
        <w:br/>
      </w:r>
      <w:r w:rsidRPr="00B45F4E">
        <w:rPr>
          <w:rFonts w:hint="eastAsia"/>
        </w:rPr>
        <w:t xml:space="preserve">　　首先　修炼体系。</w:t>
      </w:r>
      <w:r w:rsidRPr="00B45F4E">
        <w:br/>
      </w:r>
      <w:r w:rsidRPr="00B45F4E">
        <w:br/>
      </w:r>
      <w:r w:rsidRPr="00B45F4E">
        <w:rPr>
          <w:rFonts w:hint="eastAsia"/>
        </w:rPr>
        <w:t xml:space="preserve">　　这个东西就是一个简明扼要。</w:t>
      </w:r>
      <w:r w:rsidRPr="00B45F4E">
        <w:br/>
      </w:r>
      <w:r w:rsidRPr="00B45F4E">
        <w:br/>
      </w:r>
      <w:r w:rsidRPr="00B45F4E">
        <w:rPr>
          <w:rFonts w:hint="eastAsia"/>
        </w:rPr>
        <w:t xml:space="preserve">　　从战士开始，每一级共分十星。</w:t>
      </w:r>
      <w:r w:rsidRPr="00B45F4E">
        <w:br/>
      </w:r>
      <w:r w:rsidRPr="00B45F4E">
        <w:br/>
      </w:r>
      <w:r w:rsidRPr="00B45F4E">
        <w:rPr>
          <w:rFonts w:hint="eastAsia"/>
        </w:rPr>
        <w:t xml:space="preserve">　　战士学徒：打熬力气，磨练身体，还没有办法凝聚出战源。</w:t>
      </w:r>
      <w:r w:rsidRPr="00B45F4E">
        <w:br/>
      </w:r>
      <w:r w:rsidRPr="00B45F4E">
        <w:br/>
      </w:r>
      <w:r w:rsidRPr="00B45F4E">
        <w:rPr>
          <w:rFonts w:hint="eastAsia"/>
        </w:rPr>
        <w:t xml:space="preserve">　　战士：凝聚出战源。表象（战斗之时丹田处有青色微光。）</w:t>
      </w:r>
      <w:r w:rsidRPr="00B45F4E">
        <w:br/>
      </w:r>
      <w:r w:rsidRPr="00B45F4E">
        <w:br/>
      </w:r>
      <w:r w:rsidRPr="00B45F4E">
        <w:rPr>
          <w:rFonts w:hint="eastAsia"/>
        </w:rPr>
        <w:t xml:space="preserve">　　大战士：战源凝固成丹，战斗时青色气息覆盖全身，微微闪耀。</w:t>
      </w:r>
      <w:r w:rsidRPr="00B45F4E">
        <w:br/>
      </w:r>
      <w:r w:rsidRPr="00B45F4E">
        <w:br/>
      </w:r>
      <w:r w:rsidRPr="00B45F4E">
        <w:rPr>
          <w:rFonts w:hint="eastAsia"/>
        </w:rPr>
        <w:t xml:space="preserve">　　战灵：化丹成气，战气贯通全身，自由流动，可以点对点运用到拳，脚，甚至背，肩等处，攻防威力大增。（之前都是战诀修炼，这个时候则要修炼一门名为引导术的功法，促进战气在体内的灵动程度。这个时候龙尊的天龙引导术再一次发挥出了极大的功效，主角身上的战气可以准确的发散到任何一个点，战力大增。）</w:t>
      </w:r>
      <w:r w:rsidRPr="00B45F4E">
        <w:br/>
      </w:r>
      <w:r w:rsidRPr="00B45F4E">
        <w:br/>
      </w:r>
      <w:r w:rsidRPr="00B45F4E">
        <w:rPr>
          <w:rFonts w:hint="eastAsia"/>
        </w:rPr>
        <w:t xml:space="preserve">　　战魂：开启第二状态，得知天地之间有灵火存在，可以锻造魂魄，增加战力点。战魂可以修炼，以灵火炼化，共记四级，每级十星，炼到圆满可以增加</w:t>
      </w:r>
      <w:r w:rsidRPr="00B45F4E">
        <w:t>40</w:t>
      </w:r>
      <w:r w:rsidRPr="00B45F4E">
        <w:rPr>
          <w:rFonts w:hint="eastAsia"/>
        </w:rPr>
        <w:t>点战力。</w:t>
      </w:r>
      <w:r w:rsidRPr="00B45F4E">
        <w:br/>
      </w:r>
      <w:r w:rsidRPr="00B45F4E">
        <w:br/>
      </w:r>
      <w:r w:rsidRPr="00B45F4E">
        <w:rPr>
          <w:rFonts w:hint="eastAsia"/>
        </w:rPr>
        <w:t xml:space="preserve">　　战尊：依靠战气可以幻化战铠，覆盖全身。</w:t>
      </w:r>
      <w:r w:rsidRPr="00B45F4E">
        <w:br/>
      </w:r>
      <w:r w:rsidRPr="00B45F4E">
        <w:br/>
      </w:r>
      <w:r w:rsidRPr="00B45F4E">
        <w:rPr>
          <w:rFonts w:hint="eastAsia"/>
        </w:rPr>
        <w:t xml:space="preserve">　　战宗：战气化为战翼，可以飞行。</w:t>
      </w:r>
      <w:r w:rsidRPr="00B45F4E">
        <w:br/>
      </w:r>
      <w:r w:rsidRPr="00B45F4E">
        <w:br/>
      </w:r>
      <w:r w:rsidRPr="00B45F4E">
        <w:rPr>
          <w:rFonts w:hint="eastAsia"/>
        </w:rPr>
        <w:t xml:space="preserve">　　战皇：神兵，战气可以化为本命兵器，威力绝大。</w:t>
      </w:r>
      <w:r w:rsidRPr="00B45F4E">
        <w:br/>
      </w:r>
      <w:r w:rsidRPr="00B45F4E">
        <w:br/>
      </w:r>
      <w:r w:rsidRPr="00B45F4E">
        <w:rPr>
          <w:rFonts w:hint="eastAsia"/>
        </w:rPr>
        <w:t xml:space="preserve">　　战神：沟通天地，肉身无敌。</w:t>
      </w:r>
      <w:r w:rsidRPr="00B45F4E">
        <w:br/>
      </w:r>
      <w:r w:rsidRPr="00B45F4E">
        <w:br/>
      </w:r>
      <w:r w:rsidRPr="00B45F4E">
        <w:rPr>
          <w:rFonts w:hint="eastAsia"/>
        </w:rPr>
        <w:t xml:space="preserve">　　这是一个简要的修炼体系的罗列，大家可以看，每一级都有一个明显的界定，这个在写作之中都会用得到。</w:t>
      </w:r>
      <w:r w:rsidRPr="00B45F4E">
        <w:br/>
      </w:r>
      <w:r w:rsidRPr="00B45F4E">
        <w:br/>
      </w:r>
      <w:r w:rsidRPr="00B45F4E">
        <w:rPr>
          <w:rFonts w:hint="eastAsia"/>
        </w:rPr>
        <w:t xml:space="preserve">　　比如说主角在路上碰到有人围杀一个美女，他想救。可是他发现围杀的人出手的时候有青色气息覆盖全身，这就说明，这个人是大战士修为。</w:t>
      </w:r>
      <w:r w:rsidRPr="00B45F4E">
        <w:br/>
      </w:r>
      <w:r w:rsidRPr="00B45F4E">
        <w:br/>
      </w:r>
      <w:r w:rsidRPr="00B45F4E">
        <w:rPr>
          <w:rFonts w:hint="eastAsia"/>
        </w:rPr>
        <w:t xml:space="preserve">　　而主角这时候只有战士的修为，如果他准备以弱敌强，勇敢的去营救，读者就会觉得很爽。而接下来女主感激主角，倾心主角也就顺理成章了。</w:t>
      </w:r>
      <w:r w:rsidRPr="00B45F4E">
        <w:br/>
      </w:r>
      <w:r w:rsidRPr="00B45F4E">
        <w:br/>
      </w:r>
      <w:r w:rsidRPr="00B45F4E">
        <w:rPr>
          <w:rFonts w:hint="eastAsia"/>
        </w:rPr>
        <w:t xml:space="preserve">　　这总比你出一个女主，莫名其妙的就爱上男主要好的多。</w:t>
      </w:r>
      <w:r w:rsidRPr="00B45F4E">
        <w:br/>
      </w:r>
      <w:r w:rsidRPr="00B45F4E">
        <w:br/>
      </w:r>
      <w:r w:rsidRPr="00B45F4E">
        <w:rPr>
          <w:rFonts w:hint="eastAsia"/>
        </w:rPr>
        <w:t xml:space="preserve">　　又比如说，主角到了一定的程度，去某处组队寻宝。</w:t>
      </w:r>
      <w:r w:rsidRPr="00B45F4E">
        <w:br/>
      </w:r>
      <w:r w:rsidRPr="00B45F4E">
        <w:br/>
      </w:r>
      <w:r w:rsidRPr="00B45F4E">
        <w:rPr>
          <w:rFonts w:hint="eastAsia"/>
        </w:rPr>
        <w:t xml:space="preserve">　　出发的时候，主角突然背生青色双翼，冲天而起。</w:t>
      </w:r>
      <w:r w:rsidRPr="00B45F4E">
        <w:br/>
      </w:r>
      <w:r w:rsidRPr="00B45F4E">
        <w:br/>
      </w:r>
      <w:r w:rsidRPr="00B45F4E">
        <w:rPr>
          <w:rFonts w:hint="eastAsia"/>
        </w:rPr>
        <w:t xml:space="preserve">　　而这个时候下面的人就可以惊叹，哇！战翼！主角</w:t>
      </w:r>
      <w:r w:rsidRPr="00B45F4E">
        <w:t>XX</w:t>
      </w:r>
      <w:r w:rsidRPr="00B45F4E">
        <w:rPr>
          <w:rFonts w:hint="eastAsia"/>
        </w:rPr>
        <w:t>竟然已经是战宗修为，太强了！</w:t>
      </w:r>
      <w:r w:rsidRPr="00B45F4E">
        <w:br/>
      </w:r>
      <w:r w:rsidRPr="00B45F4E">
        <w:br/>
      </w:r>
      <w:r w:rsidRPr="00B45F4E">
        <w:rPr>
          <w:rFonts w:hint="eastAsia"/>
        </w:rPr>
        <w:t xml:space="preserve">　　如此装逼情节，都是深为小白读者所喜爱的。</w:t>
      </w:r>
      <w:r w:rsidRPr="00B45F4E">
        <w:br/>
      </w:r>
      <w:r w:rsidRPr="00B45F4E">
        <w:br/>
      </w:r>
      <w:r w:rsidRPr="00B45F4E">
        <w:rPr>
          <w:rFonts w:hint="eastAsia"/>
        </w:rPr>
        <w:t xml:space="preserve">　　接下来，就是一些边角的体系设定。</w:t>
      </w:r>
      <w:r w:rsidRPr="00B45F4E">
        <w:br/>
      </w:r>
      <w:r w:rsidRPr="00B45F4E">
        <w:br/>
      </w:r>
      <w:r w:rsidRPr="00B45F4E">
        <w:rPr>
          <w:rFonts w:hint="eastAsia"/>
        </w:rPr>
        <w:t xml:space="preserve">　　比如说，炼器。</w:t>
      </w:r>
      <w:r w:rsidRPr="00B45F4E">
        <w:br/>
      </w:r>
      <w:r w:rsidRPr="00B45F4E">
        <w:br/>
      </w:r>
      <w:r w:rsidRPr="00B45F4E">
        <w:rPr>
          <w:rFonts w:hint="eastAsia"/>
        </w:rPr>
        <w:t xml:space="preserve">　　要知道，一个战士，除了自身的修为可以分出高低之外，战斗装逼的强弱一样可以让战士的战斗力有所变化。</w:t>
      </w:r>
      <w:r w:rsidRPr="00B45F4E">
        <w:br/>
      </w:r>
      <w:r w:rsidRPr="00B45F4E">
        <w:br/>
      </w:r>
      <w:r w:rsidRPr="00B45F4E">
        <w:rPr>
          <w:rFonts w:hint="eastAsia"/>
        </w:rPr>
        <w:t xml:space="preserve">　　这里就可以加入炼器师的副职业，而且规定，这个副职业在世界之中的地位极高。</w:t>
      </w:r>
      <w:r w:rsidRPr="00B45F4E">
        <w:br/>
      </w:r>
      <w:r w:rsidRPr="00B45F4E">
        <w:br/>
      </w:r>
      <w:r w:rsidRPr="00B45F4E">
        <w:rPr>
          <w:rFonts w:hint="eastAsia"/>
        </w:rPr>
        <w:t xml:space="preserve">　　分为一品到十品，可以分别制作一品到十品的装备。</w:t>
      </w:r>
      <w:r w:rsidRPr="00B45F4E">
        <w:br/>
      </w:r>
      <w:r w:rsidRPr="00B45F4E">
        <w:br/>
      </w:r>
      <w:r w:rsidRPr="00B45F4E">
        <w:rPr>
          <w:rFonts w:hint="eastAsia"/>
        </w:rPr>
        <w:t xml:space="preserve">　　而这个地方，妖兽魔兽之类的皮毛骨骼是战装的材料。而炼制装备需要收集天火，</w:t>
      </w:r>
      <w:r w:rsidRPr="00B45F4E">
        <w:t>XX</w:t>
      </w:r>
      <w:r w:rsidRPr="00B45F4E">
        <w:rPr>
          <w:rFonts w:hint="eastAsia"/>
        </w:rPr>
        <w:t>高级天火可以炼制出更好的装备，让炼器师更有地位。</w:t>
      </w:r>
      <w:r w:rsidRPr="00B45F4E">
        <w:br/>
      </w:r>
      <w:r w:rsidRPr="00B45F4E">
        <w:br/>
      </w:r>
      <w:r w:rsidRPr="00B45F4E">
        <w:rPr>
          <w:rFonts w:hint="eastAsia"/>
        </w:rPr>
        <w:t xml:space="preserve">　　这就是一个完整的体系。</w:t>
      </w:r>
      <w:r w:rsidRPr="00B45F4E">
        <w:br/>
      </w:r>
      <w:r w:rsidRPr="00B45F4E">
        <w:br/>
      </w:r>
      <w:r w:rsidRPr="00B45F4E">
        <w:rPr>
          <w:rFonts w:hint="eastAsia"/>
        </w:rPr>
        <w:t xml:space="preserve">　　主修炼体系是主要的，副职体系是用来增加战力和装逼的，这些东西都是不错的点，简单的罗列就可以让你的书更加完整，而且可以有更多的点去写，何乐而不为？</w:t>
      </w:r>
      <w:r w:rsidRPr="00B45F4E">
        <w:br/>
      </w:r>
      <w:r w:rsidRPr="00B45F4E">
        <w:br/>
      </w:r>
      <w:r w:rsidRPr="00B45F4E">
        <w:rPr>
          <w:rFonts w:hint="eastAsia"/>
        </w:rPr>
        <w:t xml:space="preserve">　　到此，构架细节之中的　背景构架，主角性格和体系设定三方面全部讲完，谢谢大家。</w:t>
      </w:r>
      <w:r w:rsidRPr="00B45F4E">
        <w:br/>
      </w:r>
      <w:r w:rsidRPr="00B45F4E">
        <w:br/>
      </w:r>
      <w:r w:rsidRPr="00B45F4E">
        <w:rPr>
          <w:rFonts w:hint="eastAsia"/>
        </w:rPr>
        <w:t xml:space="preserve">　　写作细节，主要分为一下三方面。</w:t>
      </w:r>
      <w:r w:rsidRPr="00B45F4E">
        <w:br/>
      </w:r>
      <w:r w:rsidRPr="00B45F4E">
        <w:br/>
      </w:r>
      <w:r w:rsidRPr="00B45F4E">
        <w:rPr>
          <w:rFonts w:hint="eastAsia"/>
        </w:rPr>
        <w:t xml:space="preserve">　　</w:t>
      </w:r>
      <w:r w:rsidRPr="00B45F4E">
        <w:t>1</w:t>
      </w:r>
      <w:r w:rsidRPr="00B45F4E">
        <w:rPr>
          <w:rFonts w:hint="eastAsia"/>
        </w:rPr>
        <w:t>，烘托描写</w:t>
      </w:r>
      <w:r w:rsidRPr="00B45F4E">
        <w:br/>
      </w:r>
      <w:r w:rsidRPr="00B45F4E">
        <w:br/>
      </w:r>
      <w:r w:rsidRPr="00B45F4E">
        <w:rPr>
          <w:rFonts w:hint="eastAsia"/>
        </w:rPr>
        <w:t xml:space="preserve">　　</w:t>
      </w:r>
      <w:r w:rsidRPr="00B45F4E">
        <w:t>2</w:t>
      </w:r>
      <w:r w:rsidRPr="00B45F4E">
        <w:rPr>
          <w:rFonts w:hint="eastAsia"/>
        </w:rPr>
        <w:t>，语句带入</w:t>
      </w:r>
      <w:r w:rsidRPr="00B45F4E">
        <w:br/>
      </w:r>
      <w:r w:rsidRPr="00B45F4E">
        <w:br/>
      </w:r>
      <w:r w:rsidRPr="00B45F4E">
        <w:rPr>
          <w:rFonts w:hint="eastAsia"/>
        </w:rPr>
        <w:t xml:space="preserve">　　</w:t>
      </w:r>
      <w:r w:rsidRPr="00B45F4E">
        <w:t>3</w:t>
      </w:r>
      <w:r w:rsidRPr="00B45F4E">
        <w:rPr>
          <w:rFonts w:hint="eastAsia"/>
        </w:rPr>
        <w:t>，节奏感</w:t>
      </w:r>
      <w:r w:rsidRPr="00B45F4E">
        <w:br/>
      </w:r>
      <w:r w:rsidRPr="00B45F4E">
        <w:br/>
      </w:r>
      <w:r w:rsidRPr="00B45F4E">
        <w:rPr>
          <w:rFonts w:hint="eastAsia"/>
        </w:rPr>
        <w:t xml:space="preserve">　　第一，烘托。这个东西一般运用在人物描写，环境描写，物品描写刻画等方面。</w:t>
      </w:r>
      <w:r w:rsidRPr="00B45F4E">
        <w:br/>
      </w:r>
      <w:r w:rsidRPr="00B45F4E">
        <w:br/>
      </w:r>
      <w:r w:rsidRPr="00B45F4E">
        <w:rPr>
          <w:rFonts w:hint="eastAsia"/>
        </w:rPr>
        <w:t xml:space="preserve">　　新手写文总会遇见一些问题，比如说，</w:t>
      </w:r>
      <w:r w:rsidRPr="00B45F4E">
        <w:br/>
      </w:r>
      <w:r w:rsidRPr="00B45F4E">
        <w:br/>
      </w:r>
      <w:r w:rsidRPr="00B45F4E">
        <w:rPr>
          <w:rFonts w:hint="eastAsia"/>
        </w:rPr>
        <w:t xml:space="preserve">　　我想写一个很美很美的美女，可是怎么写，我笔下的女人看起来都不怎么美，没有感觉。</w:t>
      </w:r>
      <w:r w:rsidRPr="00B45F4E">
        <w:br/>
      </w:r>
      <w:r w:rsidRPr="00B45F4E">
        <w:br/>
      </w:r>
      <w:r w:rsidRPr="00B45F4E">
        <w:rPr>
          <w:rFonts w:hint="eastAsia"/>
        </w:rPr>
        <w:t xml:space="preserve">　　在比如，我想写一个很宏伟庄严的建筑，一个诡异揪心的环境，一个精美的物品装备，可是，我写出来的东西却总是苍白无力，肿么办？</w:t>
      </w:r>
      <w:r w:rsidRPr="00B45F4E">
        <w:br/>
      </w:r>
      <w:r w:rsidRPr="00B45F4E">
        <w:br/>
      </w:r>
      <w:r w:rsidRPr="00B45F4E">
        <w:rPr>
          <w:rFonts w:hint="eastAsia"/>
        </w:rPr>
        <w:t xml:space="preserve">　　其实在这里，我想给大家说两句老话。</w:t>
      </w:r>
      <w:r w:rsidRPr="00B45F4E">
        <w:br/>
      </w:r>
      <w:r w:rsidRPr="00B45F4E">
        <w:br/>
      </w:r>
      <w:r w:rsidRPr="00B45F4E">
        <w:rPr>
          <w:rFonts w:hint="eastAsia"/>
        </w:rPr>
        <w:t xml:space="preserve">　　第一句，读书破万卷，下笔如有神。</w:t>
      </w:r>
      <w:r w:rsidRPr="00B45F4E">
        <w:br/>
      </w:r>
      <w:r w:rsidRPr="00B45F4E">
        <w:br/>
      </w:r>
      <w:r w:rsidRPr="00B45F4E">
        <w:rPr>
          <w:rFonts w:hint="eastAsia"/>
        </w:rPr>
        <w:t xml:space="preserve">　　第二句，牛皮不是吹的，火车不是推的。</w:t>
      </w:r>
      <w:r w:rsidRPr="00B45F4E">
        <w:br/>
      </w:r>
      <w:r w:rsidRPr="00B45F4E">
        <w:br/>
      </w:r>
      <w:r w:rsidRPr="00B45F4E">
        <w:rPr>
          <w:rFonts w:hint="eastAsia"/>
        </w:rPr>
        <w:t xml:space="preserve">　　想要写好美女，有这样的两个办法，这两个办法都需要积累。</w:t>
      </w:r>
      <w:r w:rsidRPr="00B45F4E">
        <w:br/>
      </w:r>
      <w:r w:rsidRPr="00B45F4E">
        <w:br/>
      </w:r>
      <w:r w:rsidRPr="00B45F4E">
        <w:rPr>
          <w:rFonts w:hint="eastAsia"/>
        </w:rPr>
        <w:t xml:space="preserve">　　当年我提升自己用的办法是这样的。</w:t>
      </w:r>
      <w:r w:rsidRPr="00B45F4E">
        <w:br/>
      </w:r>
      <w:r w:rsidRPr="00B45F4E">
        <w:br/>
      </w:r>
      <w:r w:rsidRPr="00B45F4E">
        <w:rPr>
          <w:rFonts w:hint="eastAsia"/>
        </w:rPr>
        <w:t xml:space="preserve">　　一方面，我在看书的时候，遇见我觉得心动的美女的描写段子，我都会摘下来，放在一个文档里。在写美女的时候，我去反复看，看他们当初怎么写的。</w:t>
      </w:r>
      <w:r w:rsidRPr="00B45F4E">
        <w:br/>
      </w:r>
      <w:r w:rsidRPr="00B45F4E">
        <w:br/>
      </w:r>
      <w:r w:rsidRPr="00B45F4E">
        <w:rPr>
          <w:rFonts w:hint="eastAsia"/>
        </w:rPr>
        <w:t xml:space="preserve">　　然后在脑海之中模拟我想要的那个女人。</w:t>
      </w:r>
      <w:r w:rsidRPr="00B45F4E">
        <w:br/>
      </w:r>
      <w:r w:rsidRPr="00B45F4E">
        <w:br/>
      </w:r>
      <w:r w:rsidRPr="00B45F4E">
        <w:rPr>
          <w:rFonts w:hint="eastAsia"/>
        </w:rPr>
        <w:t xml:space="preserve">　　这样的办法，一方面可以提升我们的词汇量和描写手法运用的灵活度，另外一方面，可以让笔下的人物在我们的心里首先活起来。</w:t>
      </w:r>
      <w:r w:rsidRPr="00B45F4E">
        <w:br/>
      </w:r>
      <w:r w:rsidRPr="00B45F4E">
        <w:br/>
      </w:r>
      <w:r w:rsidRPr="00B45F4E">
        <w:rPr>
          <w:rFonts w:hint="eastAsia"/>
        </w:rPr>
        <w:t xml:space="preserve">　　无论什么东西，你想写好，总要你先在脑海之中有印象，有素材，如果没有这些，怎么可能写好呢？</w:t>
      </w:r>
      <w:r w:rsidRPr="00B45F4E">
        <w:br/>
      </w:r>
      <w:r w:rsidRPr="00B45F4E">
        <w:br/>
      </w:r>
      <w:r w:rsidRPr="00B45F4E">
        <w:rPr>
          <w:rFonts w:hint="eastAsia"/>
        </w:rPr>
        <w:t xml:space="preserve">　　所以，针对性的认真看书，和不断的思考，不断的创作，在提升之中十分重要。而整理一些你喜欢的描写的段子，相对来说就更重要了。</w:t>
      </w:r>
      <w:r w:rsidRPr="00B45F4E">
        <w:br/>
      </w:r>
      <w:r w:rsidRPr="00B45F4E">
        <w:br/>
      </w:r>
      <w:r w:rsidRPr="00B45F4E">
        <w:rPr>
          <w:rFonts w:hint="eastAsia"/>
        </w:rPr>
        <w:t xml:space="preserve">　　后面的两个点，其实我要讲，归结起来也还是之前的三点要素。</w:t>
      </w:r>
      <w:r w:rsidRPr="00B45F4E">
        <w:br/>
      </w:r>
      <w:r w:rsidRPr="00B45F4E">
        <w:br/>
      </w:r>
      <w:r w:rsidRPr="00B45F4E">
        <w:rPr>
          <w:rFonts w:hint="eastAsia"/>
        </w:rPr>
        <w:t xml:space="preserve">　　多看，多思考，多创作，文字水平的提升往往是在不经意之间实现的。</w:t>
      </w:r>
      <w:r w:rsidRPr="00B45F4E">
        <w:br/>
      </w:r>
      <w:r w:rsidRPr="00B45F4E">
        <w:br/>
      </w:r>
      <w:r w:rsidRPr="00B45F4E">
        <w:rPr>
          <w:rFonts w:hint="eastAsia"/>
        </w:rPr>
        <w:t xml:space="preserve">　　吃得苦中苦，方为人上人。</w:t>
      </w:r>
      <w:r w:rsidRPr="00B45F4E">
        <w:br/>
      </w:r>
      <w:r w:rsidRPr="00B45F4E">
        <w:br/>
      </w:r>
      <w:r w:rsidRPr="00B45F4E">
        <w:rPr>
          <w:rFonts w:hint="eastAsia"/>
        </w:rPr>
        <w:t xml:space="preserve">　　好了，今天的讲课到此为止，谢谢大家。</w:t>
      </w:r>
    </w:p>
    <w:sectPr w:rsidR="009B5B93" w:rsidRPr="00B45F4E" w:rsidSect="009733D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B93" w:rsidRDefault="009B5B93">
      <w:r>
        <w:separator/>
      </w:r>
    </w:p>
  </w:endnote>
  <w:endnote w:type="continuationSeparator" w:id="1">
    <w:p w:rsidR="009B5B93" w:rsidRDefault="009B5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93" w:rsidRDefault="009B5B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93" w:rsidRDefault="009B5B9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93" w:rsidRDefault="009B5B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B93" w:rsidRDefault="009B5B93">
      <w:r>
        <w:separator/>
      </w:r>
    </w:p>
  </w:footnote>
  <w:footnote w:type="continuationSeparator" w:id="1">
    <w:p w:rsidR="009B5B93" w:rsidRDefault="009B5B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93" w:rsidRDefault="009B5B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93" w:rsidRDefault="009B5B93" w:rsidP="00B45F4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93" w:rsidRDefault="009B5B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82E1130"/>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6D365278"/>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2CEE1464"/>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ED86B3A4"/>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833E418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B238C17C"/>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07D25AC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54DAA256"/>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6694C4D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55EB2D8"/>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EE7"/>
    <w:rsid w:val="0010058D"/>
    <w:rsid w:val="002107A0"/>
    <w:rsid w:val="009733D9"/>
    <w:rsid w:val="009B5B93"/>
    <w:rsid w:val="00B45F4E"/>
    <w:rsid w:val="00C06EE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3D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5F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33747F"/>
    <w:rPr>
      <w:sz w:val="18"/>
      <w:szCs w:val="18"/>
    </w:rPr>
  </w:style>
  <w:style w:type="paragraph" w:styleId="Footer">
    <w:name w:val="footer"/>
    <w:basedOn w:val="Normal"/>
    <w:link w:val="FooterChar"/>
    <w:uiPriority w:val="99"/>
    <w:rsid w:val="00B45F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33747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10</Pages>
  <Words>961</Words>
  <Characters>5480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skyplayer</cp:lastModifiedBy>
  <cp:revision>2</cp:revision>
  <dcterms:created xsi:type="dcterms:W3CDTF">2012-11-21T12:28:00Z</dcterms:created>
  <dcterms:modified xsi:type="dcterms:W3CDTF">2013-04-04T06:24:00Z</dcterms:modified>
</cp:coreProperties>
</file>